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589" w:rsidRDefault="00945589" w:rsidP="00C90A44">
      <w:r>
        <w:rPr>
          <w:noProof/>
        </w:rPr>
        <w:drawing>
          <wp:anchor distT="0" distB="0" distL="114300" distR="114300" simplePos="0" relativeHeight="251658240" behindDoc="1" locked="0" layoutInCell="1" allowOverlap="1" wp14:anchorId="135A56E8" wp14:editId="0BC4CD71">
            <wp:simplePos x="0" y="0"/>
            <wp:positionH relativeFrom="column">
              <wp:posOffset>3862705</wp:posOffset>
            </wp:positionH>
            <wp:positionV relativeFrom="paragraph">
              <wp:posOffset>-709295</wp:posOffset>
            </wp:positionV>
            <wp:extent cx="1256233" cy="1257300"/>
            <wp:effectExtent l="0" t="0" r="1270" b="0"/>
            <wp:wrapNone/>
            <wp:docPr id="1" name="Image 1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8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3F5A35D8" wp14:editId="02D07D0F">
            <wp:simplePos x="0" y="0"/>
            <wp:positionH relativeFrom="column">
              <wp:posOffset>424180</wp:posOffset>
            </wp:positionH>
            <wp:positionV relativeFrom="paragraph">
              <wp:posOffset>-664210</wp:posOffset>
            </wp:positionV>
            <wp:extent cx="1428750" cy="1205865"/>
            <wp:effectExtent l="0" t="0" r="0" b="0"/>
            <wp:wrapNone/>
            <wp:docPr id="2" name="Image 2" descr="Résultat de recherche d'images pour &quot;pied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 de recherche d'images pour &quot;pied dessin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0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5589" w:rsidRDefault="00945589" w:rsidP="00C90A44"/>
    <w:p w:rsidR="00F36260" w:rsidRDefault="00F36260" w:rsidP="00C90A44"/>
    <w:p w:rsidR="00945589" w:rsidRDefault="00945589" w:rsidP="00C90A44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4F0E1B" wp14:editId="3DDD0C95">
                <wp:simplePos x="0" y="0"/>
                <wp:positionH relativeFrom="column">
                  <wp:posOffset>3938905</wp:posOffset>
                </wp:positionH>
                <wp:positionV relativeFrom="paragraph">
                  <wp:posOffset>85090</wp:posOffset>
                </wp:positionV>
                <wp:extent cx="1428750" cy="495300"/>
                <wp:effectExtent l="0" t="0" r="0" b="0"/>
                <wp:wrapNone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5589" w:rsidRPr="00945589" w:rsidRDefault="00945589" w:rsidP="00945589">
                            <w:pPr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A16C72">
                              <w:rPr>
                                <w:b/>
                                <w:sz w:val="56"/>
                                <w:szCs w:val="56"/>
                              </w:rPr>
                              <w:t>Hand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10.15pt;margin-top:6.7pt;width:112.5pt;height:3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" stroked="f">
                <v:textbox>
                  <w:txbxContent>
                    <w:p w:rsidR="00945589" w:rsidRPr="00945589" w:rsidRDefault="00945589" w:rsidP="00945589">
                      <w:pPr>
                        <w:rPr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A16C72">
                        <w:rPr>
                          <w:b/>
                          <w:sz w:val="56"/>
                          <w:szCs w:val="56"/>
                        </w:rPr>
                        <w:t>Hand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E51344" wp14:editId="092101CF">
                <wp:simplePos x="0" y="0"/>
                <wp:positionH relativeFrom="column">
                  <wp:posOffset>424180</wp:posOffset>
                </wp:positionH>
                <wp:positionV relativeFrom="paragraph">
                  <wp:posOffset>56515</wp:posOffset>
                </wp:positionV>
                <wp:extent cx="1428750" cy="495300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5589" w:rsidRPr="00945589" w:rsidRDefault="00A16C72">
                            <w:pPr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56"/>
                              </w:rPr>
                              <w:t>Foot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3.4pt;margin-top:4.45pt;width:112.5pt;height:3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" stroked="f">
                <v:textbox>
                  <w:txbxContent>
                    <w:p w:rsidR="00945589" w:rsidRPr="00945589" w:rsidRDefault="00A16C72">
                      <w:pPr>
                        <w:rPr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sz w:val="56"/>
                          <w:szCs w:val="56"/>
                        </w:rPr>
                        <w:t>Foot</w:t>
                      </w:r>
                    </w:p>
                  </w:txbxContent>
                </v:textbox>
              </v:shape>
            </w:pict>
          </mc:Fallback>
        </mc:AlternateContent>
      </w:r>
    </w:p>
    <w:p w:rsidR="00945589" w:rsidRDefault="00945589" w:rsidP="00C90A44"/>
    <w:p w:rsidR="00945589" w:rsidRDefault="00945589" w:rsidP="00C90A44"/>
    <w:p w:rsidR="00945589" w:rsidRDefault="00945589" w:rsidP="00C90A44"/>
    <w:p w:rsidR="00945589" w:rsidRDefault="00945589" w:rsidP="00C90A44"/>
    <w:p w:rsidR="00945589" w:rsidRDefault="00945589" w:rsidP="00C90A44"/>
    <w:p w:rsidR="00945589" w:rsidRDefault="00945589" w:rsidP="00C90A44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EB0FA1" wp14:editId="23C3634A">
                <wp:simplePos x="0" y="0"/>
                <wp:positionH relativeFrom="column">
                  <wp:posOffset>2986405</wp:posOffset>
                </wp:positionH>
                <wp:positionV relativeFrom="paragraph">
                  <wp:posOffset>54611</wp:posOffset>
                </wp:positionV>
                <wp:extent cx="1219200" cy="571500"/>
                <wp:effectExtent l="0" t="19050" r="38100" b="38100"/>
                <wp:wrapNone/>
                <wp:docPr id="9" name="Flèche droi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571500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9" o:spid="_x0000_s1026" type="#_x0000_t13" style="position:absolute;margin-left:235.15pt;margin-top:4.3pt;width:96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" adj="16538" fillcolor="white [3212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C4D285" wp14:editId="2ECCFA7B">
                <wp:simplePos x="0" y="0"/>
                <wp:positionH relativeFrom="column">
                  <wp:posOffset>805180</wp:posOffset>
                </wp:positionH>
                <wp:positionV relativeFrom="paragraph">
                  <wp:posOffset>54610</wp:posOffset>
                </wp:positionV>
                <wp:extent cx="1247775" cy="571500"/>
                <wp:effectExtent l="0" t="0" r="28575" b="19050"/>
                <wp:wrapNone/>
                <wp:docPr id="8" name="Flèche gau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571500"/>
                        </a:xfrm>
                        <a:prstGeom prst="left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Flèche gauche 8" o:spid="_x0000_s1026" type="#_x0000_t66" style="position:absolute;margin-left:63.4pt;margin-top:4.3pt;width:98.25pt;height: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" adj="4947" fillcolor="white [3212]" strokecolor="#243f60 [1604]" strokeweight="2pt"/>
            </w:pict>
          </mc:Fallback>
        </mc:AlternateContent>
      </w:r>
    </w:p>
    <w:p w:rsidR="00945589" w:rsidRDefault="00945589" w:rsidP="00C90A44"/>
    <w:p w:rsidR="00945589" w:rsidRDefault="00945589" w:rsidP="00C90A44"/>
    <w:p w:rsidR="00945589" w:rsidRDefault="00945589" w:rsidP="00C90A44"/>
    <w:p w:rsidR="00945589" w:rsidRDefault="00C706E9" w:rsidP="00C90A44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29A5D8" wp14:editId="48CC2004">
                <wp:simplePos x="0" y="0"/>
                <wp:positionH relativeFrom="column">
                  <wp:posOffset>767080</wp:posOffset>
                </wp:positionH>
                <wp:positionV relativeFrom="paragraph">
                  <wp:posOffset>88265</wp:posOffset>
                </wp:positionV>
                <wp:extent cx="1428750" cy="495300"/>
                <wp:effectExtent l="0" t="0" r="0" b="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5589" w:rsidRPr="00945589" w:rsidRDefault="00A16C72" w:rsidP="00945589">
                            <w:pPr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56"/>
                                <w:szCs w:val="56"/>
                              </w:rPr>
                              <w:t>Left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60.4pt;margin-top:6.95pt;width:112.5pt;height:3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" stroked="f">
                <v:textbox>
                  <w:txbxContent>
                    <w:p w:rsidR="00945589" w:rsidRPr="00945589" w:rsidRDefault="00A16C72" w:rsidP="00945589">
                      <w:pPr>
                        <w:rPr>
                          <w:b/>
                          <w:sz w:val="56"/>
                          <w:szCs w:val="56"/>
                        </w:rPr>
                      </w:pPr>
                      <w:proofErr w:type="spellStart"/>
                      <w:r>
                        <w:rPr>
                          <w:b/>
                          <w:sz w:val="56"/>
                          <w:szCs w:val="56"/>
                        </w:rPr>
                        <w:t>Left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180113" wp14:editId="7DEE0B04">
                <wp:simplePos x="0" y="0"/>
                <wp:positionH relativeFrom="column">
                  <wp:posOffset>2986405</wp:posOffset>
                </wp:positionH>
                <wp:positionV relativeFrom="paragraph">
                  <wp:posOffset>88265</wp:posOffset>
                </wp:positionV>
                <wp:extent cx="1428750" cy="495300"/>
                <wp:effectExtent l="0" t="0" r="0" b="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06E9" w:rsidRPr="00945589" w:rsidRDefault="00A16C72" w:rsidP="00C706E9">
                            <w:pPr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56"/>
                              </w:rPr>
                              <w:t>Right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35.15pt;margin-top:6.95pt;width:112.5pt;height:3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" stroked="f">
                <v:textbox>
                  <w:txbxContent>
                    <w:p w:rsidR="00C706E9" w:rsidRPr="00945589" w:rsidRDefault="00A16C72" w:rsidP="00C706E9">
                      <w:pPr>
                        <w:rPr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sz w:val="56"/>
                          <w:szCs w:val="56"/>
                        </w:rPr>
                        <w:t>Right</w:t>
                      </w:r>
                    </w:p>
                  </w:txbxContent>
                </v:textbox>
              </v:shape>
            </w:pict>
          </mc:Fallback>
        </mc:AlternateContent>
      </w:r>
    </w:p>
    <w:p w:rsidR="00945589" w:rsidRDefault="00945589" w:rsidP="00C90A44"/>
    <w:p w:rsidR="00945589" w:rsidRDefault="00945589" w:rsidP="00C90A44"/>
    <w:p w:rsidR="00945589" w:rsidRDefault="00945589" w:rsidP="00C90A44"/>
    <w:p w:rsidR="00945589" w:rsidRDefault="00945589" w:rsidP="00C90A44"/>
    <w:p w:rsidR="00945589" w:rsidRDefault="00945589" w:rsidP="00C90A44"/>
    <w:p w:rsidR="00945589" w:rsidRPr="00C90A44" w:rsidRDefault="00C706E9" w:rsidP="00C90A4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117BC7" wp14:editId="70C65057">
                <wp:simplePos x="0" y="0"/>
                <wp:positionH relativeFrom="column">
                  <wp:posOffset>3586480</wp:posOffset>
                </wp:positionH>
                <wp:positionV relativeFrom="paragraph">
                  <wp:posOffset>3371850</wp:posOffset>
                </wp:positionV>
                <wp:extent cx="1552575" cy="1438275"/>
                <wp:effectExtent l="0" t="0" r="28575" b="28575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143827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5589" w:rsidRDefault="00945589" w:rsidP="00945589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" o:spid="_x0000_s1030" style="position:absolute;margin-left:282.4pt;margin-top:265.5pt;width:122.25pt;height:11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" fillcolor="yellow" strokecolor="#243f60 [1604]" strokeweight="2pt">
                <v:textbox>
                  <w:txbxContent>
                    <w:p w:rsidR="00945589" w:rsidRDefault="00945589" w:rsidP="00945589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2542F3D" wp14:editId="22A5380A">
                <wp:simplePos x="0" y="0"/>
                <wp:positionH relativeFrom="column">
                  <wp:posOffset>3691255</wp:posOffset>
                </wp:positionH>
                <wp:positionV relativeFrom="paragraph">
                  <wp:posOffset>4972685</wp:posOffset>
                </wp:positionV>
                <wp:extent cx="1428750" cy="495300"/>
                <wp:effectExtent l="0" t="0" r="0" b="0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06E9" w:rsidRPr="00945589" w:rsidRDefault="00A16C72" w:rsidP="00C706E9">
                            <w:pPr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56"/>
                              </w:rPr>
                              <w:t>Yellow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90.65pt;margin-top:391.55pt;width:112.5pt;height:3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" stroked="f">
                <v:textbox>
                  <w:txbxContent>
                    <w:p w:rsidR="00C706E9" w:rsidRPr="00945589" w:rsidRDefault="00A16C72" w:rsidP="00C706E9">
                      <w:pPr>
                        <w:rPr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sz w:val="56"/>
                          <w:szCs w:val="56"/>
                        </w:rPr>
                        <w:t>Yellow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639B4B" wp14:editId="034966EA">
                <wp:simplePos x="0" y="0"/>
                <wp:positionH relativeFrom="column">
                  <wp:posOffset>424180</wp:posOffset>
                </wp:positionH>
                <wp:positionV relativeFrom="paragraph">
                  <wp:posOffset>5020310</wp:posOffset>
                </wp:positionV>
                <wp:extent cx="1428750" cy="495300"/>
                <wp:effectExtent l="0" t="0" r="0" b="0"/>
                <wp:wrapNone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06E9" w:rsidRPr="00945589" w:rsidRDefault="00C706E9" w:rsidP="00C706E9">
                            <w:pPr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56"/>
                              </w:rPr>
                              <w:t>Blu</w:t>
                            </w:r>
                            <w:r w:rsidR="00A16C72">
                              <w:rPr>
                                <w:b/>
                                <w:sz w:val="56"/>
                                <w:szCs w:val="5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3.4pt;margin-top:395.3pt;width:112.5pt;height:3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" stroked="f">
                <v:textbox>
                  <w:txbxContent>
                    <w:p w:rsidR="00C706E9" w:rsidRPr="00945589" w:rsidRDefault="00C706E9" w:rsidP="00C706E9">
                      <w:pPr>
                        <w:rPr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sz w:val="56"/>
                          <w:szCs w:val="56"/>
                        </w:rPr>
                        <w:t>Blu</w:t>
                      </w:r>
                      <w:r w:rsidR="00A16C72">
                        <w:rPr>
                          <w:b/>
                          <w:sz w:val="56"/>
                          <w:szCs w:val="56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1FDCA3E" wp14:editId="70447EF2">
                <wp:simplePos x="0" y="0"/>
                <wp:positionH relativeFrom="column">
                  <wp:posOffset>309880</wp:posOffset>
                </wp:positionH>
                <wp:positionV relativeFrom="paragraph">
                  <wp:posOffset>1991360</wp:posOffset>
                </wp:positionV>
                <wp:extent cx="1428750" cy="495300"/>
                <wp:effectExtent l="0" t="0" r="0" b="0"/>
                <wp:wrapNone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06E9" w:rsidRPr="00945589" w:rsidRDefault="00A16C72" w:rsidP="00C706E9">
                            <w:pPr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56"/>
                                <w:szCs w:val="56"/>
                              </w:rPr>
                              <w:t>Red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4.4pt;margin-top:156.8pt;width:112.5pt;height:3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" stroked="f">
                <v:textbox>
                  <w:txbxContent>
                    <w:p w:rsidR="00C706E9" w:rsidRPr="00945589" w:rsidRDefault="00A16C72" w:rsidP="00C706E9">
                      <w:pPr>
                        <w:rPr>
                          <w:b/>
                          <w:sz w:val="56"/>
                          <w:szCs w:val="56"/>
                        </w:rPr>
                      </w:pPr>
                      <w:proofErr w:type="spellStart"/>
                      <w:r>
                        <w:rPr>
                          <w:b/>
                          <w:sz w:val="56"/>
                          <w:szCs w:val="56"/>
                        </w:rPr>
                        <w:t>Red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C6F344" wp14:editId="016F3A05">
                <wp:simplePos x="0" y="0"/>
                <wp:positionH relativeFrom="column">
                  <wp:posOffset>3586480</wp:posOffset>
                </wp:positionH>
                <wp:positionV relativeFrom="paragraph">
                  <wp:posOffset>1991360</wp:posOffset>
                </wp:positionV>
                <wp:extent cx="1428750" cy="495300"/>
                <wp:effectExtent l="0" t="0" r="0" b="0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06E9" w:rsidRPr="00945589" w:rsidRDefault="00A16C72" w:rsidP="00C706E9">
                            <w:pPr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56"/>
                              </w:rPr>
                              <w:t>Green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82.4pt;margin-top:156.8pt;width:112.5pt;height:3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" stroked="f">
                <v:textbox>
                  <w:txbxContent>
                    <w:p w:rsidR="00C706E9" w:rsidRPr="00945589" w:rsidRDefault="00A16C72" w:rsidP="00C706E9">
                      <w:pPr>
                        <w:rPr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sz w:val="56"/>
                          <w:szCs w:val="56"/>
                        </w:rPr>
                        <w:t>Green</w:t>
                      </w:r>
                    </w:p>
                  </w:txbxContent>
                </v:textbox>
              </v:shape>
            </w:pict>
          </mc:Fallback>
        </mc:AlternateContent>
      </w:r>
      <w:r w:rsidR="0094558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ADC646" wp14:editId="549C68B5">
                <wp:simplePos x="0" y="0"/>
                <wp:positionH relativeFrom="column">
                  <wp:posOffset>62865</wp:posOffset>
                </wp:positionH>
                <wp:positionV relativeFrom="paragraph">
                  <wp:posOffset>3372485</wp:posOffset>
                </wp:positionV>
                <wp:extent cx="1600200" cy="1438275"/>
                <wp:effectExtent l="0" t="0" r="19050" b="28575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438275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" o:spid="_x0000_s1026" style="position:absolute;margin-left:4.95pt;margin-top:265.55pt;width:126pt;height:11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" fillcolor="#00b0f0" strokecolor="#243f60 [1604]" strokeweight="2pt"/>
            </w:pict>
          </mc:Fallback>
        </mc:AlternateContent>
      </w:r>
      <w:r w:rsidR="0094558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69DC92" wp14:editId="6B3F8755">
                <wp:simplePos x="0" y="0"/>
                <wp:positionH relativeFrom="column">
                  <wp:posOffset>3500755</wp:posOffset>
                </wp:positionH>
                <wp:positionV relativeFrom="paragraph">
                  <wp:posOffset>438785</wp:posOffset>
                </wp:positionV>
                <wp:extent cx="1485900" cy="1333500"/>
                <wp:effectExtent l="0" t="0" r="19050" b="1905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33350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" o:spid="_x0000_s1026" style="position:absolute;margin-left:275.65pt;margin-top:34.55pt;width:117pt;height:1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" fillcolor="#92d050" strokecolor="#243f60 [1604]" strokeweight="2pt"/>
            </w:pict>
          </mc:Fallback>
        </mc:AlternateContent>
      </w:r>
      <w:r w:rsidR="0094558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37ADDA" wp14:editId="16158CA5">
                <wp:simplePos x="0" y="0"/>
                <wp:positionH relativeFrom="column">
                  <wp:posOffset>62230</wp:posOffset>
                </wp:positionH>
                <wp:positionV relativeFrom="paragraph">
                  <wp:posOffset>438785</wp:posOffset>
                </wp:positionV>
                <wp:extent cx="1600200" cy="1400175"/>
                <wp:effectExtent l="0" t="0" r="19050" b="28575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4001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" o:spid="_x0000_s1026" style="position:absolute;margin-left:4.9pt;margin-top:34.55pt;width:126pt;height:11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" fillcolor="red" strokecolor="#243f60 [1604]" strokeweight="2pt"/>
            </w:pict>
          </mc:Fallback>
        </mc:AlternateContent>
      </w:r>
    </w:p>
    <w:sectPr w:rsidR="00945589" w:rsidRPr="00C90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589"/>
    <w:rsid w:val="0013656C"/>
    <w:rsid w:val="0038516C"/>
    <w:rsid w:val="006B3802"/>
    <w:rsid w:val="00945589"/>
    <w:rsid w:val="00A16C72"/>
    <w:rsid w:val="00B65436"/>
    <w:rsid w:val="00BF49C4"/>
    <w:rsid w:val="00C706E9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9455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455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9455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455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553DF-B40B-418F-AB68-75C01331F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38729527.dotm</Template>
  <TotalTime>14</TotalTime>
  <Pages>1</Pages>
  <Words>0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Safarov Tim (DCS)</cp:lastModifiedBy>
  <cp:revision>2</cp:revision>
  <dcterms:created xsi:type="dcterms:W3CDTF">2019-07-11T07:32:00Z</dcterms:created>
  <dcterms:modified xsi:type="dcterms:W3CDTF">2019-07-11T08:26:00Z</dcterms:modified>
</cp:coreProperties>
</file>